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E15C0" w14:textId="1DAA4500" w:rsidR="003E4DD1" w:rsidRDefault="003E4DD1" w:rsidP="004B5099">
      <w:pPr>
        <w:keepNext/>
        <w:jc w:val="right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Załącznik nr 06.03</w:t>
      </w:r>
    </w:p>
    <w:p w14:paraId="50EB821F" w14:textId="77777777" w:rsidR="004B5099" w:rsidRDefault="004B5099" w:rsidP="004B5099">
      <w:pPr>
        <w:keepNext/>
        <w:jc w:val="right"/>
        <w:rPr>
          <w:rFonts w:ascii="Arial" w:hAnsi="Arial" w:cs="Arial"/>
          <w:sz w:val="22"/>
          <w:szCs w:val="22"/>
        </w:rPr>
      </w:pPr>
    </w:p>
    <w:p w14:paraId="6D881EDE" w14:textId="4BC61B6A" w:rsidR="004B5099" w:rsidRPr="004B5099" w:rsidRDefault="004B5099" w:rsidP="004B5099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BBE7031" w14:textId="77777777" w:rsidR="003E4DD1" w:rsidRPr="003E4DD1" w:rsidRDefault="003E4DD1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14:paraId="2A8A2896" w14:textId="77777777" w:rsidR="003E4DD1" w:rsidRPr="003E4DD1" w:rsidRDefault="003E4DD1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14:paraId="2A8D1080" w14:textId="6A752144" w:rsidR="001C3C75" w:rsidRPr="003E4DD1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0BEB893" w14:textId="77777777" w:rsidR="001C3C75" w:rsidRPr="003E4DD1" w:rsidRDefault="001C3C75" w:rsidP="001C3C75">
      <w:pPr>
        <w:keepNext/>
        <w:rPr>
          <w:rFonts w:ascii="Arial" w:hAnsi="Arial" w:cs="Arial"/>
          <w:snapToGrid w:val="0"/>
          <w:sz w:val="22"/>
          <w:szCs w:val="22"/>
        </w:rPr>
      </w:pPr>
      <w:r w:rsidRPr="003E4DD1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2FBB8A1D" w14:textId="77777777" w:rsidR="001C3C75" w:rsidRPr="003E4DD1" w:rsidRDefault="001C3C75" w:rsidP="001C3C7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E4DD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8AE428B" w14:textId="77777777" w:rsidR="001C3C75" w:rsidRPr="003E4DD1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03BA2D4" w14:textId="289C655B" w:rsidR="00CA5551" w:rsidRPr="003E4DD1" w:rsidRDefault="001C3C75" w:rsidP="00CA5551">
      <w:pPr>
        <w:suppressAutoHyphens/>
        <w:outlineLvl w:val="0"/>
        <w:rPr>
          <w:rFonts w:ascii="Arial" w:hAnsi="Arial" w:cs="Arial"/>
          <w:bCs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Nr rej.: </w:t>
      </w:r>
      <w:r w:rsidR="00661D01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6AE27661" w14:textId="77777777" w:rsidR="001C3C75" w:rsidRPr="003E4DD1" w:rsidRDefault="001C3C75" w:rsidP="00CA5551">
      <w:pPr>
        <w:keepNext/>
        <w:rPr>
          <w:rFonts w:ascii="Arial" w:hAnsi="Arial" w:cs="Arial"/>
          <w:sz w:val="22"/>
          <w:szCs w:val="22"/>
        </w:rPr>
      </w:pPr>
    </w:p>
    <w:p w14:paraId="0CE45F80" w14:textId="77777777" w:rsidR="00FF2C76" w:rsidRPr="003E4DD1" w:rsidRDefault="00FF2C76" w:rsidP="00FF2C76">
      <w:pPr>
        <w:keepNext/>
        <w:jc w:val="right"/>
        <w:rPr>
          <w:rFonts w:ascii="Arial" w:hAnsi="Arial" w:cs="Arial"/>
          <w:sz w:val="16"/>
          <w:szCs w:val="16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0307982" w14:textId="77777777" w:rsidR="00FF2C76" w:rsidRPr="003E4DD1" w:rsidRDefault="00FF2C76" w:rsidP="00FF2C76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3E4DD1">
        <w:rPr>
          <w:rFonts w:ascii="Arial" w:hAnsi="Arial" w:cs="Arial"/>
          <w:i/>
          <w:sz w:val="16"/>
          <w:szCs w:val="18"/>
        </w:rPr>
        <w:t>(wnioskodawca)</w:t>
      </w:r>
    </w:p>
    <w:p w14:paraId="4EB2390E" w14:textId="77777777" w:rsidR="00FF2C76" w:rsidRPr="003E4DD1" w:rsidRDefault="00FF2C76" w:rsidP="00FF2C76">
      <w:pPr>
        <w:keepNext/>
        <w:jc w:val="right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43BD35" w14:textId="77777777" w:rsidR="00FF2C76" w:rsidRPr="003E4DD1" w:rsidRDefault="00FF2C76" w:rsidP="00FF2C76">
      <w:pPr>
        <w:jc w:val="right"/>
        <w:rPr>
          <w:rFonts w:ascii="Arial" w:hAnsi="Arial" w:cs="Arial"/>
          <w:sz w:val="16"/>
          <w:szCs w:val="16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FBE5C0B" w14:textId="1BA9DD68" w:rsidR="00FF2C76" w:rsidRPr="003E4DD1" w:rsidRDefault="00FF2C76" w:rsidP="00FF2C76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3E4DD1">
        <w:rPr>
          <w:rFonts w:ascii="Arial" w:hAnsi="Arial" w:cs="Arial"/>
          <w:i/>
          <w:sz w:val="16"/>
          <w:szCs w:val="18"/>
        </w:rPr>
        <w:t>(adres</w:t>
      </w:r>
      <w:r w:rsidR="003E4DD1" w:rsidRPr="003E4DD1">
        <w:rPr>
          <w:rFonts w:ascii="Arial" w:hAnsi="Arial" w:cs="Arial"/>
          <w:i/>
          <w:sz w:val="16"/>
          <w:szCs w:val="18"/>
        </w:rPr>
        <w:t xml:space="preserve"> wnioskodawcy</w:t>
      </w:r>
      <w:r w:rsidRPr="003E4DD1">
        <w:rPr>
          <w:rFonts w:ascii="Arial" w:hAnsi="Arial" w:cs="Arial"/>
          <w:i/>
          <w:sz w:val="16"/>
          <w:szCs w:val="18"/>
        </w:rPr>
        <w:t>)</w:t>
      </w:r>
    </w:p>
    <w:p w14:paraId="14DDD7E8" w14:textId="77777777" w:rsidR="001C3C75" w:rsidRPr="003E4DD1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DB0A4D1" w14:textId="77777777" w:rsidR="001C3C75" w:rsidRPr="003E4DD1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CAFAEFC" w14:textId="77777777" w:rsidR="00867485" w:rsidRPr="003E4DD1" w:rsidRDefault="00867485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3E4DD1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1AD8B0D9" w14:textId="77777777" w:rsidR="00867485" w:rsidRPr="003E4DD1" w:rsidRDefault="00867485" w:rsidP="001C3C75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14:paraId="06052A43" w14:textId="328200ED" w:rsidR="00FF2C76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Na podstawie art. 26 ust. 6 </w:t>
      </w:r>
      <w:r w:rsidR="00FF2C76" w:rsidRPr="003E4DD1">
        <w:rPr>
          <w:rFonts w:ascii="Arial" w:hAnsi="Arial" w:cs="Arial"/>
          <w:sz w:val="22"/>
          <w:szCs w:val="22"/>
        </w:rPr>
        <w:t xml:space="preserve">ustawy z dnia 27 sierpnia 1997 r. o rehabilitacji zawodowej i społecznej oraz zatrudnianiu osób niepełnosprawnych </w:t>
      </w:r>
      <w:r w:rsidR="003E4DD1" w:rsidRPr="003E4DD1">
        <w:rPr>
          <w:rFonts w:ascii="Arial" w:hAnsi="Arial" w:cs="Arial"/>
          <w:sz w:val="22"/>
          <w:szCs w:val="22"/>
        </w:rPr>
        <w:t>(Dz. U. z 2023 r. poz. 100, z późn. zm.)</w:t>
      </w:r>
      <w:r w:rsidR="00FF2C76" w:rsidRPr="003E4DD1">
        <w:rPr>
          <w:rFonts w:ascii="Arial" w:hAnsi="Arial" w:cs="Arial"/>
          <w:sz w:val="22"/>
          <w:szCs w:val="22"/>
        </w:rPr>
        <w:t xml:space="preserve"> </w:t>
      </w:r>
      <w:r w:rsidR="00062AEC" w:rsidRPr="003E4DD1">
        <w:rPr>
          <w:rFonts w:ascii="Arial" w:hAnsi="Arial" w:cs="Arial"/>
          <w:sz w:val="22"/>
          <w:szCs w:val="22"/>
        </w:rPr>
        <w:t xml:space="preserve">i art. 106 § 5 Kodeksu postępowania administracyjnego, w związku z art. 33 pkt 4 </w:t>
      </w:r>
      <w:r w:rsidR="00FF2C76" w:rsidRPr="003E4DD1">
        <w:rPr>
          <w:rFonts w:ascii="Arial" w:hAnsi="Arial" w:cs="Arial"/>
          <w:sz w:val="22"/>
          <w:szCs w:val="22"/>
        </w:rPr>
        <w:t>ustawy z dnia 13 kwietnia 2007r. o Państwowej Inspekcji Pracy (Dz.</w:t>
      </w:r>
      <w:r w:rsidR="003E4DD1" w:rsidRPr="003E4DD1">
        <w:rPr>
          <w:rFonts w:ascii="Arial" w:hAnsi="Arial" w:cs="Arial"/>
          <w:sz w:val="22"/>
          <w:szCs w:val="22"/>
        </w:rPr>
        <w:t xml:space="preserve"> </w:t>
      </w:r>
      <w:r w:rsidR="00FF2C76" w:rsidRPr="003E4DD1">
        <w:rPr>
          <w:rFonts w:ascii="Arial" w:hAnsi="Arial" w:cs="Arial"/>
          <w:sz w:val="22"/>
          <w:szCs w:val="22"/>
        </w:rPr>
        <w:t>U. z 2022</w:t>
      </w:r>
      <w:r w:rsidR="003E4DD1" w:rsidRPr="003E4DD1">
        <w:rPr>
          <w:rFonts w:ascii="Arial" w:hAnsi="Arial" w:cs="Arial"/>
          <w:sz w:val="22"/>
          <w:szCs w:val="22"/>
        </w:rPr>
        <w:t xml:space="preserve"> </w:t>
      </w:r>
      <w:r w:rsidR="00FF2C76" w:rsidRPr="003E4DD1">
        <w:rPr>
          <w:rFonts w:ascii="Arial" w:hAnsi="Arial" w:cs="Arial"/>
          <w:sz w:val="22"/>
          <w:szCs w:val="22"/>
        </w:rPr>
        <w:t>r. poz. 1614</w:t>
      </w:r>
      <w:r w:rsidR="00AA4CB3">
        <w:rPr>
          <w:rFonts w:ascii="Arial" w:hAnsi="Arial" w:cs="Arial"/>
          <w:sz w:val="22"/>
          <w:szCs w:val="22"/>
        </w:rPr>
        <w:t>, z późn. zm.</w:t>
      </w:r>
      <w:r w:rsidR="00FF2C76" w:rsidRPr="003E4DD1">
        <w:rPr>
          <w:rFonts w:ascii="Arial" w:hAnsi="Arial" w:cs="Arial"/>
          <w:sz w:val="22"/>
          <w:szCs w:val="22"/>
        </w:rPr>
        <w:t>)</w:t>
      </w:r>
      <w:r w:rsidR="00062AEC" w:rsidRPr="003E4DD1">
        <w:rPr>
          <w:rFonts w:ascii="Arial" w:hAnsi="Arial" w:cs="Arial"/>
          <w:sz w:val="22"/>
          <w:szCs w:val="22"/>
        </w:rPr>
        <w:t xml:space="preserve">, </w:t>
      </w:r>
    </w:p>
    <w:p w14:paraId="0F32ED03" w14:textId="77777777" w:rsidR="00867485" w:rsidRPr="003E4DD1" w:rsidRDefault="00062AEC" w:rsidP="00FF2C76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w</w:t>
      </w:r>
      <w:r w:rsidR="00EA77B1" w:rsidRPr="003E4DD1">
        <w:t xml:space="preserve"> </w:t>
      </w:r>
      <w:r w:rsidR="00867485" w:rsidRPr="003E4DD1">
        <w:rPr>
          <w:rFonts w:ascii="Arial" w:hAnsi="Arial" w:cs="Arial"/>
          <w:sz w:val="22"/>
          <w:szCs w:val="22"/>
        </w:rPr>
        <w:t>związku z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867485" w:rsidRPr="003E4DD1">
        <w:rPr>
          <w:rFonts w:ascii="Arial" w:hAnsi="Arial" w:cs="Arial"/>
          <w:sz w:val="22"/>
          <w:szCs w:val="22"/>
        </w:rPr>
        <w:t>wnioski</w:t>
      </w:r>
      <w:r w:rsidR="0080657E" w:rsidRPr="003E4DD1">
        <w:rPr>
          <w:rFonts w:ascii="Arial" w:hAnsi="Arial" w:cs="Arial"/>
          <w:sz w:val="22"/>
          <w:szCs w:val="22"/>
        </w:rPr>
        <w:t>em</w:t>
      </w:r>
      <w:r w:rsidR="001E210B" w:rsidRPr="003E4DD1">
        <w:rPr>
          <w:rFonts w:ascii="Arial" w:hAnsi="Arial" w:cs="Arial"/>
          <w:sz w:val="22"/>
          <w:szCs w:val="22"/>
        </w:rPr>
        <w:t xml:space="preserve"> </w:t>
      </w:r>
      <w:r w:rsidR="001C3C75" w:rsidRPr="003E4DD1">
        <w:rPr>
          <w:rFonts w:ascii="Arial" w:hAnsi="Arial" w:cs="Arial"/>
          <w:sz w:val="22"/>
          <w:szCs w:val="22"/>
        </w:rPr>
        <w:t>……………………………………………</w:t>
      </w:r>
      <w:r w:rsidR="0024085B" w:rsidRPr="003E4DD1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2FBB470F" w14:textId="77777777" w:rsidR="00867485" w:rsidRPr="003E4DD1" w:rsidRDefault="00867485" w:rsidP="007B7F72">
      <w:pPr>
        <w:pStyle w:val="Tekstpodstawowyzwciciem"/>
        <w:spacing w:after="0"/>
        <w:ind w:left="1440" w:firstLine="720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wnioskodawcy)</w:t>
      </w:r>
    </w:p>
    <w:p w14:paraId="3EA1E26A" w14:textId="77777777" w:rsidR="00FF2C76" w:rsidRPr="003E4DD1" w:rsidRDefault="00867485" w:rsidP="00FF2C76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z </w:t>
      </w:r>
      <w:r w:rsidR="00062AEC" w:rsidRPr="003E4DD1">
        <w:rPr>
          <w:rFonts w:ascii="Arial" w:hAnsi="Arial" w:cs="Arial"/>
          <w:sz w:val="22"/>
          <w:szCs w:val="22"/>
        </w:rPr>
        <w:t xml:space="preserve">dnia _ _. _ _. _ _ _ _ </w:t>
      </w:r>
      <w:r w:rsidRPr="003E4DD1">
        <w:rPr>
          <w:rFonts w:ascii="Arial" w:hAnsi="Arial" w:cs="Arial"/>
          <w:sz w:val="22"/>
          <w:szCs w:val="22"/>
        </w:rPr>
        <w:t>r.</w:t>
      </w:r>
      <w:r w:rsidR="00FF2C76" w:rsidRPr="003E4DD1">
        <w:rPr>
          <w:rFonts w:ascii="Arial" w:hAnsi="Arial" w:cs="Arial"/>
          <w:sz w:val="22"/>
          <w:szCs w:val="22"/>
        </w:rPr>
        <w:t>,</w:t>
      </w:r>
      <w:r w:rsidRPr="003E4DD1">
        <w:rPr>
          <w:rFonts w:ascii="Arial" w:hAnsi="Arial" w:cs="Arial"/>
          <w:sz w:val="22"/>
          <w:szCs w:val="22"/>
        </w:rPr>
        <w:t xml:space="preserve"> </w:t>
      </w:r>
      <w:r w:rsidR="00FF2C76" w:rsidRPr="003E4DD1">
        <w:rPr>
          <w:rFonts w:ascii="Arial" w:hAnsi="Arial" w:cs="Arial"/>
          <w:sz w:val="22"/>
          <w:szCs w:val="22"/>
        </w:rPr>
        <w:t>który wpłynął w dniu _ _. _ _. _ _ _ _ r.</w:t>
      </w:r>
    </w:p>
    <w:p w14:paraId="6377DFC9" w14:textId="77777777" w:rsidR="00FF2C76" w:rsidRPr="003E4DD1" w:rsidRDefault="00FF2C76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08D115B6" w14:textId="77777777" w:rsidR="00867485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w sprawie </w:t>
      </w:r>
      <w:r w:rsidR="00A91321" w:rsidRPr="003E4DD1">
        <w:rPr>
          <w:rFonts w:ascii="Arial" w:hAnsi="Arial" w:cs="Arial"/>
          <w:sz w:val="22"/>
          <w:szCs w:val="22"/>
        </w:rPr>
        <w:t xml:space="preserve">wyrażenia </w:t>
      </w:r>
      <w:r w:rsidRPr="003E4DD1">
        <w:rPr>
          <w:rFonts w:ascii="Arial" w:hAnsi="Arial" w:cs="Arial"/>
          <w:sz w:val="22"/>
          <w:szCs w:val="22"/>
        </w:rPr>
        <w:t>opinii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Pr="003E4DD1">
        <w:rPr>
          <w:rFonts w:ascii="Arial" w:hAnsi="Arial" w:cs="Arial"/>
          <w:sz w:val="22"/>
          <w:szCs w:val="22"/>
        </w:rPr>
        <w:t>o spełnieniu warunków bezpieczeństwa i higieny pracy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(</w:t>
      </w:r>
      <w:r w:rsidR="00717773" w:rsidRPr="003E4DD1">
        <w:rPr>
          <w:rFonts w:ascii="Arial" w:hAnsi="Arial" w:cs="Arial"/>
          <w:sz w:val="22"/>
          <w:szCs w:val="22"/>
          <w:vertAlign w:val="superscript"/>
        </w:rPr>
        <w:t>*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)</w:t>
      </w:r>
      <w:r w:rsidRPr="003E4DD1">
        <w:rPr>
          <w:rFonts w:ascii="Arial" w:hAnsi="Arial" w:cs="Arial"/>
          <w:sz w:val="22"/>
          <w:szCs w:val="22"/>
        </w:rPr>
        <w:t xml:space="preserve"> na stanowisku(</w:t>
      </w:r>
      <w:r w:rsidR="00FC35A2" w:rsidRPr="003E4DD1">
        <w:rPr>
          <w:rFonts w:ascii="Arial" w:hAnsi="Arial" w:cs="Arial"/>
          <w:sz w:val="22"/>
          <w:szCs w:val="22"/>
        </w:rPr>
        <w:t>-</w:t>
      </w:r>
      <w:r w:rsidRPr="003E4DD1">
        <w:rPr>
          <w:rFonts w:ascii="Arial" w:hAnsi="Arial" w:cs="Arial"/>
          <w:sz w:val="22"/>
          <w:szCs w:val="22"/>
        </w:rPr>
        <w:t>ach) pracy lub pomieszczeniach zakładu pracy</w:t>
      </w:r>
      <w:r w:rsidR="00A91321" w:rsidRPr="003E4DD1">
        <w:rPr>
          <w:rFonts w:ascii="Arial" w:hAnsi="Arial" w:cs="Arial"/>
          <w:sz w:val="22"/>
          <w:szCs w:val="22"/>
        </w:rPr>
        <w:t>, o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których mowa w art.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26 ust.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 xml:space="preserve">1 ustawy </w:t>
      </w:r>
      <w:r w:rsidR="00FC35A2" w:rsidRPr="003E4DD1">
        <w:rPr>
          <w:rFonts w:ascii="Arial" w:hAnsi="Arial" w:cs="Arial"/>
          <w:sz w:val="22"/>
          <w:szCs w:val="22"/>
        </w:rPr>
        <w:t xml:space="preserve">z dnia 27 sierpnia 1997 r. </w:t>
      </w:r>
      <w:r w:rsidR="00A91321" w:rsidRPr="003E4DD1">
        <w:rPr>
          <w:rFonts w:ascii="Arial" w:hAnsi="Arial" w:cs="Arial"/>
          <w:sz w:val="22"/>
          <w:szCs w:val="22"/>
        </w:rPr>
        <w:t>o rehabilitacji zawodowej i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społecznej oraz zatrudnianiu osób niepełnosprawnych</w:t>
      </w:r>
      <w:r w:rsidR="0024085B" w:rsidRPr="003E4DD1">
        <w:rPr>
          <w:rFonts w:ascii="Arial" w:hAnsi="Arial" w:cs="Arial"/>
          <w:sz w:val="22"/>
          <w:szCs w:val="22"/>
        </w:rPr>
        <w:t xml:space="preserve"> w </w:t>
      </w:r>
    </w:p>
    <w:p w14:paraId="583AABFA" w14:textId="77777777" w:rsidR="00FF2C76" w:rsidRPr="003E4DD1" w:rsidRDefault="00FF2C76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5DE46CE3" w14:textId="77777777" w:rsidR="0024085B" w:rsidRPr="003E4DD1" w:rsidRDefault="0024085B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1F321CDB" w14:textId="77777777" w:rsidR="00867485" w:rsidRPr="003E4DD1" w:rsidRDefault="00867485" w:rsidP="001C3C75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zakładu pracy)</w:t>
      </w:r>
    </w:p>
    <w:p w14:paraId="6089AF9C" w14:textId="77777777" w:rsidR="00867485" w:rsidRPr="003E4DD1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zlokalizowanego/</w:t>
      </w:r>
      <w:r w:rsidR="00867485" w:rsidRPr="003E4DD1">
        <w:rPr>
          <w:rFonts w:ascii="Arial" w:hAnsi="Arial" w:cs="Arial"/>
          <w:sz w:val="22"/>
          <w:szCs w:val="22"/>
        </w:rPr>
        <w:t>zlokalizowanych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sz w:val="22"/>
          <w:szCs w:val="22"/>
        </w:rPr>
        <w:t xml:space="preserve"> w: </w:t>
      </w:r>
    </w:p>
    <w:p w14:paraId="1D22DA67" w14:textId="77777777" w:rsidR="00867485" w:rsidRPr="003E4DD1" w:rsidRDefault="001C3C75" w:rsidP="001C3C75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……….</w:t>
      </w:r>
      <w:r w:rsidR="00867485" w:rsidRPr="003E4DD1">
        <w:rPr>
          <w:rFonts w:ascii="Arial" w:hAnsi="Arial" w:cs="Arial"/>
          <w:sz w:val="22"/>
          <w:szCs w:val="22"/>
        </w:rPr>
        <w:t>........................................................…………………………………………………………….......</w:t>
      </w:r>
    </w:p>
    <w:p w14:paraId="5D215604" w14:textId="77777777" w:rsidR="00867485" w:rsidRPr="003E4DD1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i adres lokalizacji stanowisk(</w:t>
      </w:r>
      <w:r w:rsidR="0024085B" w:rsidRPr="003E4DD1">
        <w:rPr>
          <w:rFonts w:ascii="Arial" w:hAnsi="Arial" w:cs="Arial"/>
          <w:i/>
          <w:sz w:val="16"/>
          <w:szCs w:val="16"/>
        </w:rPr>
        <w:t>-</w:t>
      </w:r>
      <w:r w:rsidRPr="003E4DD1">
        <w:rPr>
          <w:rFonts w:ascii="Arial" w:hAnsi="Arial" w:cs="Arial"/>
          <w:i/>
          <w:sz w:val="16"/>
          <w:szCs w:val="16"/>
        </w:rPr>
        <w:t>a) pracy)</w:t>
      </w:r>
    </w:p>
    <w:p w14:paraId="62EDC4EC" w14:textId="77777777" w:rsidR="00FF2C76" w:rsidRPr="003E4DD1" w:rsidRDefault="00FF2C76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A87A09" w14:textId="77777777" w:rsidR="00867485" w:rsidRPr="003E4DD1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3E4DD1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3E4DD1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14:paraId="185E7F1E" w14:textId="77777777" w:rsidR="001C3C75" w:rsidRPr="003E4DD1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3F5F30" w14:textId="6998CBAE" w:rsidR="00867485" w:rsidRPr="003E4DD1" w:rsidRDefault="00FC35A2" w:rsidP="00FF2C76">
      <w:pPr>
        <w:pStyle w:val="Tekstpodstawowyzwciciem"/>
        <w:spacing w:after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b/>
          <w:sz w:val="22"/>
          <w:szCs w:val="22"/>
        </w:rPr>
        <w:t>1)</w:t>
      </w:r>
      <w:r w:rsidR="00FF2C76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FF2C76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3E4DD1">
        <w:rPr>
          <w:rFonts w:ascii="Arial" w:hAnsi="Arial" w:cs="Arial"/>
          <w:b/>
          <w:sz w:val="22"/>
          <w:szCs w:val="22"/>
        </w:rPr>
        <w:tab/>
      </w:r>
      <w:r w:rsidR="00867485" w:rsidRPr="003E4DD1">
        <w:rPr>
          <w:rFonts w:ascii="Arial" w:hAnsi="Arial" w:cs="Arial"/>
          <w:sz w:val="22"/>
          <w:szCs w:val="22"/>
        </w:rPr>
        <w:t>wyrazić</w:t>
      </w:r>
      <w:r w:rsidR="00867485" w:rsidRPr="003E4DD1">
        <w:rPr>
          <w:rFonts w:ascii="Arial" w:hAnsi="Arial" w:cs="Arial"/>
          <w:b/>
          <w:sz w:val="22"/>
          <w:szCs w:val="22"/>
        </w:rPr>
        <w:t xml:space="preserve"> </w:t>
      </w:r>
      <w:r w:rsidR="001C3C75" w:rsidRPr="003E4DD1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3E4DD1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3E4DD1">
        <w:rPr>
          <w:rFonts w:ascii="Arial" w:hAnsi="Arial" w:cs="Arial"/>
          <w:sz w:val="22"/>
          <w:szCs w:val="22"/>
        </w:rPr>
        <w:t>opinię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="00867485" w:rsidRPr="003E4DD1">
        <w:rPr>
          <w:rFonts w:ascii="Arial" w:hAnsi="Arial" w:cs="Arial"/>
          <w:sz w:val="22"/>
          <w:szCs w:val="22"/>
        </w:rPr>
        <w:t>o spełnieniu warunków bezpieczeństwa i higieny pracy</w:t>
      </w:r>
      <w:r w:rsidR="001C3C75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3E4DD1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546E39" w:rsidRPr="003E4DD1">
        <w:rPr>
          <w:rFonts w:ascii="Arial" w:hAnsi="Arial" w:cs="Arial"/>
          <w:sz w:val="22"/>
          <w:szCs w:val="22"/>
        </w:rPr>
        <w:t>na </w:t>
      </w:r>
      <w:r w:rsidR="00867485" w:rsidRPr="003E4DD1">
        <w:rPr>
          <w:rFonts w:ascii="Arial" w:hAnsi="Arial" w:cs="Arial"/>
          <w:sz w:val="22"/>
          <w:szCs w:val="22"/>
        </w:rPr>
        <w:t xml:space="preserve">następujących stanowiskach pracy: </w:t>
      </w:r>
    </w:p>
    <w:p w14:paraId="2633A49B" w14:textId="77777777" w:rsidR="00867485" w:rsidRPr="003E4DD1" w:rsidRDefault="00867485" w:rsidP="00FF2C76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 w:rsidR="00546E39" w:rsidRPr="003E4DD1">
        <w:rPr>
          <w:rFonts w:ascii="Arial" w:hAnsi="Arial" w:cs="Arial"/>
          <w:sz w:val="22"/>
          <w:szCs w:val="22"/>
        </w:rPr>
        <w:t>.................</w:t>
      </w:r>
      <w:r w:rsidRPr="003E4DD1">
        <w:rPr>
          <w:rFonts w:ascii="Arial" w:hAnsi="Arial" w:cs="Arial"/>
          <w:sz w:val="22"/>
          <w:szCs w:val="22"/>
        </w:rPr>
        <w:t>.....</w:t>
      </w:r>
    </w:p>
    <w:p w14:paraId="263EA501" w14:textId="77777777" w:rsidR="00867485" w:rsidRPr="003E4DD1" w:rsidRDefault="0086748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stanowiska pracy oraz imię i nazwisk</w:t>
      </w:r>
      <w:r w:rsidR="00546E39" w:rsidRPr="003E4DD1">
        <w:rPr>
          <w:rFonts w:ascii="Arial" w:hAnsi="Arial" w:cs="Arial"/>
          <w:i/>
          <w:sz w:val="16"/>
          <w:szCs w:val="16"/>
        </w:rPr>
        <w:t>o osoby pracującej/</w:t>
      </w:r>
      <w:r w:rsidRPr="003E4DD1">
        <w:rPr>
          <w:rFonts w:ascii="Arial" w:hAnsi="Arial" w:cs="Arial"/>
          <w:i/>
          <w:sz w:val="16"/>
          <w:szCs w:val="16"/>
        </w:rPr>
        <w:t>osób pracujących</w:t>
      </w:r>
      <w:r w:rsidRPr="003E4DD1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3E4DD1">
        <w:rPr>
          <w:rFonts w:ascii="Arial" w:hAnsi="Arial" w:cs="Arial"/>
          <w:i/>
          <w:sz w:val="16"/>
          <w:szCs w:val="16"/>
        </w:rPr>
        <w:t>)</w:t>
      </w:r>
    </w:p>
    <w:p w14:paraId="4C4CD0E8" w14:textId="77777777" w:rsidR="00FF2C76" w:rsidRPr="003E4DD1" w:rsidRDefault="00FF2C76" w:rsidP="00FC35A2">
      <w:pPr>
        <w:pStyle w:val="Tekstpodstawowyzwciciem"/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9F7414D" w14:textId="25CACC6C" w:rsidR="00867485" w:rsidRPr="003E4DD1" w:rsidRDefault="00FC35A2" w:rsidP="00FF2C76">
      <w:pPr>
        <w:pStyle w:val="Tekstpodstawowyzwciciem"/>
        <w:spacing w:after="0"/>
        <w:ind w:left="709" w:hanging="709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b/>
          <w:sz w:val="22"/>
          <w:szCs w:val="22"/>
        </w:rPr>
        <w:t>2</w:t>
      </w:r>
      <w:r w:rsidR="00FF2C76" w:rsidRPr="003E4DD1">
        <w:rPr>
          <w:rFonts w:ascii="Arial" w:hAnsi="Arial" w:cs="Arial"/>
          <w:b/>
          <w:sz w:val="22"/>
          <w:szCs w:val="22"/>
        </w:rPr>
        <w:t>)</w:t>
      </w:r>
      <w:r w:rsidR="00FF2C76" w:rsidRPr="003E4DD1">
        <w:rPr>
          <w:rFonts w:ascii="Arial" w:hAnsi="Arial" w:cs="Arial"/>
          <w:sz w:val="22"/>
          <w:szCs w:val="22"/>
          <w:vertAlign w:val="superscript"/>
        </w:rPr>
        <w:t>(*)</w:t>
      </w:r>
      <w:r w:rsidRPr="003E4DD1">
        <w:rPr>
          <w:rFonts w:ascii="Arial" w:hAnsi="Arial" w:cs="Arial"/>
          <w:b/>
          <w:sz w:val="22"/>
          <w:szCs w:val="22"/>
        </w:rPr>
        <w:tab/>
      </w:r>
      <w:r w:rsidR="00867485" w:rsidRPr="003E4DD1">
        <w:rPr>
          <w:rFonts w:ascii="Arial" w:hAnsi="Arial" w:cs="Arial"/>
          <w:sz w:val="22"/>
          <w:szCs w:val="22"/>
        </w:rPr>
        <w:t>wyrazić</w:t>
      </w:r>
      <w:r w:rsidR="00867485" w:rsidRPr="003E4DD1">
        <w:rPr>
          <w:rFonts w:ascii="Arial" w:hAnsi="Arial" w:cs="Arial"/>
          <w:b/>
          <w:sz w:val="22"/>
          <w:szCs w:val="22"/>
        </w:rPr>
        <w:t xml:space="preserve"> </w:t>
      </w:r>
      <w:r w:rsidR="00867485" w:rsidRPr="003E4DD1">
        <w:rPr>
          <w:rFonts w:ascii="Arial" w:hAnsi="Arial" w:cs="Arial"/>
          <w:b/>
          <w:bCs/>
          <w:sz w:val="22"/>
          <w:szCs w:val="22"/>
        </w:rPr>
        <w:t>pozytywną/negatywną</w:t>
      </w:r>
      <w:r w:rsidR="00867485" w:rsidRPr="003E4DD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867485" w:rsidRPr="003E4DD1">
        <w:rPr>
          <w:rFonts w:ascii="Arial" w:hAnsi="Arial" w:cs="Arial"/>
          <w:sz w:val="22"/>
          <w:szCs w:val="22"/>
        </w:rPr>
        <w:t>opinię o przystosowaniu</w:t>
      </w:r>
      <w:r w:rsidR="00717773" w:rsidRPr="003E4DD1">
        <w:rPr>
          <w:rFonts w:ascii="Arial" w:hAnsi="Arial" w:cs="Arial"/>
          <w:sz w:val="22"/>
          <w:szCs w:val="22"/>
        </w:rPr>
        <w:t>/</w:t>
      </w:r>
      <w:r w:rsidR="00867485" w:rsidRPr="003E4DD1">
        <w:rPr>
          <w:rFonts w:ascii="Arial" w:hAnsi="Arial" w:cs="Arial"/>
          <w:sz w:val="22"/>
          <w:szCs w:val="22"/>
        </w:rPr>
        <w:t>o spełnieniu warunków bezpieczeństwa i higieny pracy</w:t>
      </w:r>
      <w:r w:rsidR="00546E39" w:rsidRPr="003E4DD1">
        <w:rPr>
          <w:rFonts w:ascii="Arial" w:hAnsi="Arial" w:cs="Arial"/>
          <w:sz w:val="22"/>
          <w:szCs w:val="22"/>
          <w:vertAlign w:val="superscript"/>
        </w:rPr>
        <w:t>(</w:t>
      </w:r>
      <w:r w:rsidR="00717773" w:rsidRPr="003E4DD1">
        <w:rPr>
          <w:rFonts w:ascii="Arial" w:hAnsi="Arial" w:cs="Arial"/>
          <w:sz w:val="22"/>
          <w:szCs w:val="22"/>
          <w:vertAlign w:val="superscript"/>
        </w:rPr>
        <w:t>*</w:t>
      </w:r>
      <w:r w:rsidR="00546E39" w:rsidRPr="003E4DD1">
        <w:rPr>
          <w:rFonts w:ascii="Arial" w:hAnsi="Arial" w:cs="Arial"/>
          <w:sz w:val="22"/>
          <w:szCs w:val="22"/>
          <w:vertAlign w:val="superscript"/>
        </w:rPr>
        <w:t>)</w:t>
      </w:r>
      <w:r w:rsidR="00867485" w:rsidRPr="003E4DD1">
        <w:rPr>
          <w:rFonts w:ascii="Arial" w:hAnsi="Arial" w:cs="Arial"/>
          <w:sz w:val="22"/>
          <w:szCs w:val="22"/>
        </w:rPr>
        <w:t xml:space="preserve"> w następujących pomieszczeniach pracy</w:t>
      </w:r>
      <w:r w:rsidR="00546E39" w:rsidRPr="003E4DD1">
        <w:rPr>
          <w:rFonts w:ascii="Arial" w:hAnsi="Arial" w:cs="Arial"/>
          <w:sz w:val="22"/>
          <w:szCs w:val="22"/>
        </w:rPr>
        <w:t>, o których mowa w art. </w:t>
      </w:r>
      <w:r w:rsidR="00A91321" w:rsidRPr="003E4DD1">
        <w:rPr>
          <w:rFonts w:ascii="Arial" w:hAnsi="Arial" w:cs="Arial"/>
          <w:sz w:val="22"/>
          <w:szCs w:val="22"/>
        </w:rPr>
        <w:t xml:space="preserve">26 ust. 1 ustawy </w:t>
      </w:r>
      <w:r w:rsidRPr="003E4DD1">
        <w:rPr>
          <w:rFonts w:ascii="Arial" w:hAnsi="Arial" w:cs="Arial"/>
          <w:sz w:val="22"/>
          <w:szCs w:val="22"/>
        </w:rPr>
        <w:t xml:space="preserve">z dnia 27 sierpnia 1997 r. </w:t>
      </w:r>
      <w:r w:rsidR="00A91321" w:rsidRPr="003E4DD1">
        <w:rPr>
          <w:rFonts w:ascii="Arial" w:hAnsi="Arial" w:cs="Arial"/>
          <w:sz w:val="22"/>
          <w:szCs w:val="22"/>
        </w:rPr>
        <w:t>o rehabilitacji zawodowej i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A91321" w:rsidRPr="003E4DD1">
        <w:rPr>
          <w:rFonts w:ascii="Arial" w:hAnsi="Arial" w:cs="Arial"/>
          <w:sz w:val="22"/>
          <w:szCs w:val="22"/>
        </w:rPr>
        <w:t>społecznej oraz zatrudnianiu osób niepełnosprawnych</w:t>
      </w:r>
      <w:r w:rsidR="00867485" w:rsidRPr="003E4DD1">
        <w:rPr>
          <w:rFonts w:ascii="Arial" w:hAnsi="Arial" w:cs="Arial"/>
          <w:sz w:val="22"/>
          <w:szCs w:val="22"/>
        </w:rPr>
        <w:t>:</w:t>
      </w:r>
    </w:p>
    <w:p w14:paraId="5D910BD3" w14:textId="77777777" w:rsidR="00546E39" w:rsidRPr="003E4DD1" w:rsidRDefault="00546E39" w:rsidP="00FF2C76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07F8A3A" w14:textId="77777777" w:rsidR="00867485" w:rsidRPr="003E4DD1" w:rsidRDefault="00867485" w:rsidP="00546E3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(nazwa pomieszczenia pracy)</w:t>
      </w:r>
    </w:p>
    <w:p w14:paraId="57E68E1D" w14:textId="77777777" w:rsidR="00FF2C76" w:rsidRPr="003E4DD1" w:rsidRDefault="00FF2C76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42E6CD78" w14:textId="77777777" w:rsidR="00FF2C76" w:rsidRPr="003E4DD1" w:rsidRDefault="00FF2C76" w:rsidP="00546E3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2B6553C1" w14:textId="77777777" w:rsidR="00546E39" w:rsidRPr="003E4DD1" w:rsidRDefault="00546E39" w:rsidP="00546E39">
      <w:pPr>
        <w:jc w:val="center"/>
        <w:rPr>
          <w:rFonts w:ascii="Arial" w:hAnsi="Arial" w:cs="Arial"/>
          <w:kern w:val="22"/>
          <w:sz w:val="22"/>
          <w:szCs w:val="22"/>
        </w:rPr>
      </w:pPr>
      <w:r w:rsidRPr="003E4DD1">
        <w:rPr>
          <w:rFonts w:ascii="Arial" w:hAnsi="Arial" w:cs="Arial"/>
          <w:kern w:val="22"/>
          <w:sz w:val="22"/>
          <w:szCs w:val="22"/>
        </w:rPr>
        <w:t>Uzasadnienie:</w:t>
      </w:r>
    </w:p>
    <w:p w14:paraId="694AE0D0" w14:textId="77777777" w:rsidR="00546E39" w:rsidRPr="003E4DD1" w:rsidRDefault="00546E39" w:rsidP="009429D6">
      <w:pPr>
        <w:suppressAutoHyphens/>
        <w:rPr>
          <w:rFonts w:ascii="Arial" w:hAnsi="Arial" w:cs="Arial"/>
          <w:snapToGrid w:val="0"/>
          <w:sz w:val="22"/>
          <w:szCs w:val="22"/>
        </w:rPr>
      </w:pPr>
      <w:r w:rsidRPr="003E4DD1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370D6" w:rsidRPr="003E4DD1">
        <w:rPr>
          <w:rFonts w:ascii="Arial" w:hAnsi="Arial" w:cs="Arial"/>
          <w:snapToGrid w:val="0"/>
          <w:sz w:val="22"/>
          <w:szCs w:val="22"/>
        </w:rPr>
        <w:t>................................</w:t>
      </w:r>
      <w:r w:rsidRPr="003E4DD1">
        <w:rPr>
          <w:rFonts w:ascii="Arial" w:hAnsi="Arial" w:cs="Arial"/>
          <w:b/>
          <w:kern w:val="22"/>
          <w:sz w:val="22"/>
          <w:szCs w:val="22"/>
        </w:rPr>
        <w:br w:type="page"/>
      </w:r>
      <w:r w:rsidRPr="003E4DD1">
        <w:rPr>
          <w:rFonts w:ascii="Arial" w:hAnsi="Arial" w:cs="Arial"/>
          <w:b/>
          <w:kern w:val="22"/>
          <w:sz w:val="22"/>
          <w:szCs w:val="22"/>
        </w:rPr>
        <w:lastRenderedPageBreak/>
        <w:t>Pouczenie:</w:t>
      </w:r>
    </w:p>
    <w:p w14:paraId="789F7343" w14:textId="77777777" w:rsidR="00546E39" w:rsidRPr="003E4DD1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14:paraId="1815BA2B" w14:textId="336FDF01" w:rsidR="00867485" w:rsidRPr="003E4DD1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 xml:space="preserve">Na postanowienie służy </w:t>
      </w:r>
      <w:r w:rsidR="003E4DD1" w:rsidRPr="003E4DD1">
        <w:rPr>
          <w:rFonts w:ascii="Arial" w:hAnsi="Arial" w:cs="Arial"/>
          <w:sz w:val="22"/>
          <w:szCs w:val="22"/>
        </w:rPr>
        <w:t xml:space="preserve">stronie </w:t>
      </w:r>
      <w:r w:rsidRPr="003E4DD1">
        <w:rPr>
          <w:rFonts w:ascii="Arial" w:hAnsi="Arial" w:cs="Arial"/>
          <w:sz w:val="22"/>
          <w:szCs w:val="22"/>
        </w:rPr>
        <w:t>zażalenie do Okręgowego Inspektora Pracy w</w:t>
      </w:r>
      <w:r w:rsidR="009429D6" w:rsidRPr="003E4DD1">
        <w:rPr>
          <w:rFonts w:ascii="Arial" w:hAnsi="Arial" w:cs="Arial"/>
          <w:sz w:val="22"/>
          <w:szCs w:val="22"/>
        </w:rPr>
        <w:t xml:space="preserve"> </w:t>
      </w:r>
      <w:r w:rsidRPr="003E4DD1">
        <w:rPr>
          <w:rFonts w:ascii="Arial" w:hAnsi="Arial" w:cs="Arial"/>
          <w:sz w:val="22"/>
          <w:szCs w:val="22"/>
        </w:rPr>
        <w:t>...............</w:t>
      </w:r>
      <w:r w:rsidR="000616D9" w:rsidRPr="003E4DD1">
        <w:rPr>
          <w:rFonts w:ascii="Arial" w:hAnsi="Arial" w:cs="Arial"/>
          <w:sz w:val="22"/>
          <w:szCs w:val="22"/>
        </w:rPr>
        <w:t>...............</w:t>
      </w:r>
      <w:r w:rsidRPr="003E4DD1">
        <w:rPr>
          <w:rFonts w:ascii="Arial" w:hAnsi="Arial" w:cs="Arial"/>
          <w:sz w:val="22"/>
          <w:szCs w:val="22"/>
        </w:rPr>
        <w:t xml:space="preserve">., </w:t>
      </w:r>
      <w:r w:rsidR="00062AEC" w:rsidRPr="003E4DD1">
        <w:rPr>
          <w:rFonts w:ascii="Arial" w:hAnsi="Arial" w:cs="Arial"/>
          <w:sz w:val="22"/>
          <w:szCs w:val="22"/>
        </w:rPr>
        <w:t>adres</w:t>
      </w:r>
      <w:r w:rsidR="001E210B" w:rsidRPr="003E4DD1">
        <w:rPr>
          <w:rFonts w:ascii="Arial" w:hAnsi="Arial" w:cs="Arial"/>
          <w:sz w:val="22"/>
          <w:szCs w:val="22"/>
        </w:rPr>
        <w:t xml:space="preserve"> </w:t>
      </w:r>
      <w:r w:rsidR="00062AEC" w:rsidRPr="003E4DD1">
        <w:rPr>
          <w:rFonts w:ascii="Arial" w:hAnsi="Arial" w:cs="Arial"/>
          <w:sz w:val="22"/>
          <w:szCs w:val="22"/>
        </w:rPr>
        <w:t>................................................</w:t>
      </w:r>
      <w:r w:rsidR="00546E39" w:rsidRPr="003E4DD1">
        <w:rPr>
          <w:rFonts w:ascii="Arial" w:hAnsi="Arial" w:cs="Arial"/>
          <w:sz w:val="22"/>
          <w:szCs w:val="22"/>
        </w:rPr>
        <w:t>.............</w:t>
      </w:r>
      <w:r w:rsidR="000616D9" w:rsidRPr="003E4DD1">
        <w:rPr>
          <w:rFonts w:ascii="Arial" w:hAnsi="Arial" w:cs="Arial"/>
          <w:sz w:val="22"/>
          <w:szCs w:val="22"/>
        </w:rPr>
        <w:t>............</w:t>
      </w:r>
      <w:r w:rsidR="00546E39" w:rsidRPr="003E4DD1">
        <w:rPr>
          <w:rFonts w:ascii="Arial" w:hAnsi="Arial" w:cs="Arial"/>
          <w:sz w:val="22"/>
          <w:szCs w:val="22"/>
        </w:rPr>
        <w:t>..</w:t>
      </w:r>
      <w:r w:rsidR="000616D9" w:rsidRPr="003E4DD1">
        <w:rPr>
          <w:rFonts w:ascii="Arial" w:hAnsi="Arial" w:cs="Arial"/>
          <w:sz w:val="22"/>
          <w:szCs w:val="22"/>
        </w:rPr>
        <w:t>...</w:t>
      </w:r>
      <w:r w:rsidR="00546E39" w:rsidRPr="003E4DD1">
        <w:rPr>
          <w:rFonts w:ascii="Arial" w:hAnsi="Arial" w:cs="Arial"/>
          <w:sz w:val="22"/>
          <w:szCs w:val="22"/>
        </w:rPr>
        <w:t>.,</w:t>
      </w:r>
      <w:r w:rsidRPr="003E4DD1">
        <w:rPr>
          <w:rFonts w:ascii="Arial" w:hAnsi="Arial" w:cs="Arial"/>
          <w:sz w:val="22"/>
          <w:szCs w:val="22"/>
        </w:rPr>
        <w:t xml:space="preserve"> w</w:t>
      </w:r>
      <w:r w:rsidR="00EA77B1" w:rsidRPr="003E4DD1">
        <w:rPr>
          <w:rFonts w:ascii="Arial" w:hAnsi="Arial" w:cs="Arial"/>
          <w:sz w:val="22"/>
          <w:szCs w:val="22"/>
        </w:rPr>
        <w:t xml:space="preserve"> </w:t>
      </w:r>
      <w:r w:rsidRPr="003E4DD1">
        <w:rPr>
          <w:rFonts w:ascii="Arial" w:hAnsi="Arial" w:cs="Arial"/>
          <w:sz w:val="22"/>
          <w:szCs w:val="22"/>
        </w:rPr>
        <w:t>terminie 7 dni od dnia jego doręczenia</w:t>
      </w:r>
      <w:r w:rsidR="00916EEF" w:rsidRPr="003E4DD1">
        <w:rPr>
          <w:rFonts w:ascii="Arial" w:hAnsi="Arial" w:cs="Arial"/>
          <w:sz w:val="22"/>
          <w:szCs w:val="22"/>
        </w:rPr>
        <w:t>,</w:t>
      </w:r>
      <w:r w:rsidRPr="003E4DD1">
        <w:rPr>
          <w:rFonts w:ascii="Arial" w:hAnsi="Arial" w:cs="Arial"/>
          <w:sz w:val="22"/>
          <w:szCs w:val="22"/>
        </w:rPr>
        <w:t xml:space="preserve"> za pośrednictwem inspektora pracy, któr</w:t>
      </w:r>
      <w:r w:rsidR="00546E39" w:rsidRPr="003E4DD1">
        <w:rPr>
          <w:rFonts w:ascii="Arial" w:hAnsi="Arial" w:cs="Arial"/>
          <w:sz w:val="22"/>
          <w:szCs w:val="22"/>
        </w:rPr>
        <w:t>y postanowienie wydał (art.</w:t>
      </w:r>
      <w:r w:rsidR="00546E39" w:rsidRPr="003E4DD1">
        <w:t> </w:t>
      </w:r>
      <w:r w:rsidR="00546E39" w:rsidRPr="003E4DD1">
        <w:rPr>
          <w:rFonts w:ascii="Arial" w:hAnsi="Arial" w:cs="Arial"/>
          <w:sz w:val="22"/>
          <w:szCs w:val="22"/>
        </w:rPr>
        <w:t>141 </w:t>
      </w:r>
      <w:r w:rsidRPr="003E4DD1">
        <w:rPr>
          <w:rFonts w:ascii="Arial" w:hAnsi="Arial" w:cs="Arial"/>
          <w:sz w:val="22"/>
          <w:szCs w:val="22"/>
        </w:rPr>
        <w:t>§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1C4D6C" w:rsidRPr="003E4DD1">
        <w:rPr>
          <w:rFonts w:ascii="Arial" w:hAnsi="Arial" w:cs="Arial"/>
          <w:sz w:val="22"/>
          <w:szCs w:val="22"/>
        </w:rPr>
        <w:t xml:space="preserve">1 i </w:t>
      </w:r>
      <w:r w:rsidR="000616D9" w:rsidRPr="003E4DD1">
        <w:rPr>
          <w:rFonts w:ascii="Arial" w:hAnsi="Arial" w:cs="Arial"/>
          <w:sz w:val="22"/>
          <w:szCs w:val="22"/>
        </w:rPr>
        <w:t>2,</w:t>
      </w:r>
      <w:r w:rsidR="001C4D6C" w:rsidRPr="003E4DD1">
        <w:rPr>
          <w:rFonts w:ascii="Arial" w:hAnsi="Arial" w:cs="Arial"/>
          <w:sz w:val="22"/>
          <w:szCs w:val="22"/>
        </w:rPr>
        <w:t xml:space="preserve"> art. 127 § 1 i </w:t>
      </w:r>
      <w:r w:rsidRPr="003E4DD1">
        <w:rPr>
          <w:rFonts w:ascii="Arial" w:hAnsi="Arial" w:cs="Arial"/>
          <w:sz w:val="22"/>
          <w:szCs w:val="22"/>
        </w:rPr>
        <w:t>2</w:t>
      </w:r>
      <w:r w:rsidR="000616D9" w:rsidRPr="003E4DD1">
        <w:rPr>
          <w:rFonts w:ascii="Arial" w:hAnsi="Arial" w:cs="Arial"/>
          <w:sz w:val="22"/>
          <w:szCs w:val="22"/>
        </w:rPr>
        <w:t xml:space="preserve"> oraz </w:t>
      </w:r>
      <w:r w:rsidR="00DE5E0B" w:rsidRPr="003E4DD1">
        <w:rPr>
          <w:rFonts w:ascii="Arial" w:hAnsi="Arial" w:cs="Arial"/>
          <w:sz w:val="22"/>
          <w:szCs w:val="22"/>
        </w:rPr>
        <w:t>art. 129 § 1</w:t>
      </w:r>
      <w:r w:rsidRPr="003E4DD1">
        <w:rPr>
          <w:rFonts w:ascii="Arial" w:hAnsi="Arial" w:cs="Arial"/>
          <w:sz w:val="22"/>
          <w:szCs w:val="22"/>
        </w:rPr>
        <w:t xml:space="preserve"> </w:t>
      </w:r>
      <w:r w:rsidR="00BF5BA2" w:rsidRPr="003E4DD1">
        <w:rPr>
          <w:rFonts w:ascii="Arial" w:hAnsi="Arial" w:cs="Arial"/>
          <w:sz w:val="22"/>
          <w:szCs w:val="22"/>
        </w:rPr>
        <w:t>w związku z art.</w:t>
      </w:r>
      <w:r w:rsidR="001E210B" w:rsidRPr="003E4DD1">
        <w:t> </w:t>
      </w:r>
      <w:r w:rsidR="00BF5BA2" w:rsidRPr="003E4DD1">
        <w:rPr>
          <w:rFonts w:ascii="Arial" w:hAnsi="Arial" w:cs="Arial"/>
          <w:sz w:val="22"/>
          <w:szCs w:val="22"/>
        </w:rPr>
        <w:t xml:space="preserve">144 </w:t>
      </w:r>
      <w:r w:rsidRPr="003E4DD1">
        <w:rPr>
          <w:rFonts w:ascii="Arial" w:hAnsi="Arial" w:cs="Arial"/>
          <w:sz w:val="22"/>
          <w:szCs w:val="22"/>
        </w:rPr>
        <w:t>Kodeksu postępo</w:t>
      </w:r>
      <w:r w:rsidR="00546E39" w:rsidRPr="003E4DD1">
        <w:rPr>
          <w:rFonts w:ascii="Arial" w:hAnsi="Arial" w:cs="Arial"/>
          <w:sz w:val="22"/>
          <w:szCs w:val="22"/>
        </w:rPr>
        <w:t>wania administracyjnego</w:t>
      </w:r>
      <w:r w:rsidR="00B866F7" w:rsidRPr="003E4DD1">
        <w:rPr>
          <w:rFonts w:ascii="Arial" w:hAnsi="Arial" w:cs="Arial"/>
          <w:sz w:val="22"/>
          <w:szCs w:val="22"/>
        </w:rPr>
        <w:t>, w związku z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>art.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>19 ust.</w:t>
      </w:r>
      <w:r w:rsidR="001E210B" w:rsidRPr="003E4DD1">
        <w:rPr>
          <w:rFonts w:ascii="Arial" w:hAnsi="Arial" w:cs="Arial"/>
          <w:sz w:val="22"/>
          <w:szCs w:val="22"/>
        </w:rPr>
        <w:t> </w:t>
      </w:r>
      <w:r w:rsidR="00B866F7" w:rsidRPr="003E4DD1">
        <w:rPr>
          <w:rFonts w:ascii="Arial" w:hAnsi="Arial" w:cs="Arial"/>
          <w:sz w:val="22"/>
          <w:szCs w:val="22"/>
        </w:rPr>
        <w:t xml:space="preserve">1 pkt 5 ustawy </w:t>
      </w:r>
      <w:r w:rsidR="000616D9" w:rsidRPr="003E4DD1">
        <w:rPr>
          <w:rFonts w:ascii="Arial" w:hAnsi="Arial" w:cs="Arial"/>
          <w:sz w:val="22"/>
          <w:szCs w:val="22"/>
        </w:rPr>
        <w:t xml:space="preserve">z dnia 13 kwietnia 2007 r. </w:t>
      </w:r>
      <w:r w:rsidR="00B866F7" w:rsidRPr="003E4DD1">
        <w:rPr>
          <w:rFonts w:ascii="Arial" w:hAnsi="Arial" w:cs="Arial"/>
          <w:sz w:val="22"/>
          <w:szCs w:val="22"/>
        </w:rPr>
        <w:t>o Państwowej Inspekcji Pracy</w:t>
      </w:r>
      <w:r w:rsidRPr="003E4DD1">
        <w:rPr>
          <w:rFonts w:ascii="Arial" w:hAnsi="Arial" w:cs="Arial"/>
          <w:sz w:val="22"/>
          <w:szCs w:val="22"/>
        </w:rPr>
        <w:t>).</w:t>
      </w:r>
    </w:p>
    <w:p w14:paraId="1493BB98" w14:textId="77777777" w:rsidR="000616D9" w:rsidRPr="003E4DD1" w:rsidRDefault="000616D9" w:rsidP="000616D9">
      <w:pPr>
        <w:jc w:val="both"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W trakcie biegu terminu do wniesienia zażalenia strona może zrzec się prawa do wniesienia zażalenia wobec inspektora pracy, który wydał postanowienie. Z dniem doręczenia oświadczenia o</w:t>
      </w:r>
      <w:r w:rsidR="009429D6" w:rsidRPr="003E4DD1">
        <w:rPr>
          <w:rFonts w:ascii="Arial" w:hAnsi="Arial" w:cs="Arial"/>
          <w:sz w:val="22"/>
          <w:szCs w:val="22"/>
        </w:rPr>
        <w:t> </w:t>
      </w:r>
      <w:r w:rsidRPr="003E4DD1">
        <w:rPr>
          <w:rFonts w:ascii="Arial" w:hAnsi="Arial" w:cs="Arial"/>
          <w:sz w:val="22"/>
          <w:szCs w:val="22"/>
        </w:rPr>
        <w:t xml:space="preserve">zrzeczeniu się prawa do wniesienia zażalenia </w:t>
      </w:r>
      <w:r w:rsidR="00245BAC" w:rsidRPr="003E4DD1">
        <w:rPr>
          <w:rFonts w:ascii="Arial" w:hAnsi="Arial" w:cs="Arial"/>
          <w:sz w:val="22"/>
          <w:szCs w:val="22"/>
        </w:rPr>
        <w:t>postanowienie</w:t>
      </w:r>
      <w:r w:rsidRPr="003E4DD1">
        <w:rPr>
          <w:rFonts w:ascii="Arial" w:hAnsi="Arial" w:cs="Arial"/>
          <w:sz w:val="22"/>
          <w:szCs w:val="22"/>
        </w:rPr>
        <w:t xml:space="preserve"> staje się ostateczn</w:t>
      </w:r>
      <w:r w:rsidR="00245BAC" w:rsidRPr="003E4DD1">
        <w:rPr>
          <w:rFonts w:ascii="Arial" w:hAnsi="Arial" w:cs="Arial"/>
          <w:sz w:val="22"/>
          <w:szCs w:val="22"/>
        </w:rPr>
        <w:t>e</w:t>
      </w:r>
      <w:r w:rsidRPr="003E4DD1">
        <w:rPr>
          <w:rFonts w:ascii="Arial" w:hAnsi="Arial" w:cs="Arial"/>
          <w:sz w:val="22"/>
          <w:szCs w:val="22"/>
        </w:rPr>
        <w:t xml:space="preserve"> i prawomocn</w:t>
      </w:r>
      <w:r w:rsidR="00245BAC" w:rsidRPr="003E4DD1">
        <w:rPr>
          <w:rFonts w:ascii="Arial" w:hAnsi="Arial" w:cs="Arial"/>
          <w:sz w:val="22"/>
          <w:szCs w:val="22"/>
        </w:rPr>
        <w:t>e</w:t>
      </w:r>
      <w:r w:rsidRPr="003E4DD1">
        <w:rPr>
          <w:rFonts w:ascii="Arial" w:hAnsi="Arial" w:cs="Arial"/>
          <w:sz w:val="22"/>
          <w:szCs w:val="22"/>
        </w:rPr>
        <w:t xml:space="preserve"> (art. 127a Kodeksu postępowania administracyjnego).</w:t>
      </w:r>
    </w:p>
    <w:p w14:paraId="02908400" w14:textId="77777777" w:rsidR="000616D9" w:rsidRPr="003E4DD1" w:rsidRDefault="000616D9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D2495F0" w14:textId="77777777" w:rsidR="00546E39" w:rsidRPr="003E4DD1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7F992341" w14:textId="77777777" w:rsidR="00546E39" w:rsidRPr="003E4DD1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30EA6A54" w14:textId="77777777" w:rsidR="00546E39" w:rsidRPr="003E4DD1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2BFDD9C8" w14:textId="77777777" w:rsidR="00546E39" w:rsidRPr="003E4DD1" w:rsidRDefault="00546E39" w:rsidP="00546E3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3E4DD1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44988926" w14:textId="77777777" w:rsidR="00546E39" w:rsidRPr="003E4DD1" w:rsidRDefault="00546E39" w:rsidP="00546E3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E4DD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2AD25930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</w:p>
    <w:p w14:paraId="62B44CDE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Otrzymuje:</w:t>
      </w:r>
    </w:p>
    <w:p w14:paraId="39F5D6F6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14:paraId="27446DF1" w14:textId="77777777" w:rsidR="00546E39" w:rsidRPr="003E4DD1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(strona)</w:t>
      </w:r>
    </w:p>
    <w:p w14:paraId="073A7079" w14:textId="77777777" w:rsidR="00546E39" w:rsidRPr="003E4DD1" w:rsidRDefault="00546E39" w:rsidP="00546E39">
      <w:pPr>
        <w:keepNext/>
        <w:rPr>
          <w:rFonts w:ascii="Arial" w:hAnsi="Arial" w:cs="Arial"/>
          <w:sz w:val="22"/>
          <w:szCs w:val="22"/>
        </w:rPr>
      </w:pPr>
      <w:r w:rsidRPr="003E4DD1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14:paraId="67F99517" w14:textId="77777777" w:rsidR="00546E39" w:rsidRPr="003E4DD1" w:rsidRDefault="00546E39" w:rsidP="00546E3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3E4DD1">
        <w:rPr>
          <w:rFonts w:ascii="Arial" w:hAnsi="Arial" w:cs="Arial"/>
          <w:i/>
          <w:sz w:val="16"/>
          <w:szCs w:val="16"/>
        </w:rPr>
        <w:t>(wnioskodawca)</w:t>
      </w:r>
    </w:p>
    <w:p w14:paraId="6CD989F7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08EB72C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E16094C" w14:textId="77777777" w:rsidR="00546E39" w:rsidRPr="003E4DD1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6F7B42" w14:textId="77777777" w:rsidR="00546E39" w:rsidRPr="003E4DD1" w:rsidRDefault="00546E39" w:rsidP="009429D6">
      <w:pPr>
        <w:rPr>
          <w:rFonts w:ascii="Arial" w:hAnsi="Arial" w:cs="Arial"/>
          <w:kern w:val="22"/>
          <w:sz w:val="16"/>
          <w:szCs w:val="16"/>
        </w:rPr>
      </w:pPr>
      <w:r w:rsidRPr="003E4DD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3E4DD1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46E39" w:rsidRPr="003E4DD1" w:rsidSect="001C3C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867A" w14:textId="77777777" w:rsidR="00691877" w:rsidRDefault="00691877">
      <w:r>
        <w:separator/>
      </w:r>
    </w:p>
  </w:endnote>
  <w:endnote w:type="continuationSeparator" w:id="0">
    <w:p w14:paraId="7D747C1B" w14:textId="77777777" w:rsidR="00691877" w:rsidRDefault="006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3CDA" w14:textId="77777777" w:rsidR="00867485" w:rsidRDefault="00DC19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6A420C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17CF" w14:textId="77777777" w:rsidR="00867485" w:rsidRDefault="00DC191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028A4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E5C3039" w14:textId="77777777" w:rsidR="00867485" w:rsidRDefault="00867485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546E39">
      <w:rPr>
        <w:rFonts w:ascii="Arial" w:hAnsi="Arial" w:cs="Arial"/>
        <w:i/>
        <w:sz w:val="16"/>
        <w:szCs w:val="16"/>
      </w:rPr>
      <w:t xml:space="preserve">06.03 – Postanowienie inspektora pracy </w:t>
    </w:r>
    <w:r w:rsidR="0024085B">
      <w:rPr>
        <w:rFonts w:ascii="Arial" w:hAnsi="Arial" w:cs="Arial"/>
        <w:i/>
        <w:sz w:val="16"/>
        <w:szCs w:val="16"/>
      </w:rPr>
      <w:t>w sprawie</w:t>
    </w:r>
    <w:r w:rsidRPr="00546E39">
      <w:rPr>
        <w:rFonts w:ascii="Arial" w:hAnsi="Arial" w:cs="Arial"/>
        <w:i/>
        <w:sz w:val="16"/>
        <w:szCs w:val="16"/>
      </w:rPr>
      <w:t xml:space="preserve"> przystosowania stanowisk pracy do potrzeb osób niepełnosprawnych</w:t>
    </w:r>
  </w:p>
  <w:p w14:paraId="21B2D440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CB84" w14:textId="77777777" w:rsidR="009429D6" w:rsidRDefault="00942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AA846" w14:textId="77777777" w:rsidR="00691877" w:rsidRDefault="00691877">
      <w:r>
        <w:separator/>
      </w:r>
    </w:p>
  </w:footnote>
  <w:footnote w:type="continuationSeparator" w:id="0">
    <w:p w14:paraId="6113D32A" w14:textId="77777777" w:rsidR="00691877" w:rsidRDefault="00691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AD1EE" w14:textId="77777777" w:rsidR="009429D6" w:rsidRDefault="009429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39EA" w14:textId="77777777" w:rsidR="009429D6" w:rsidRDefault="009429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233B" w14:textId="77777777" w:rsidR="009429D6" w:rsidRDefault="009429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2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573204964">
    <w:abstractNumId w:val="15"/>
  </w:num>
  <w:num w:numId="2" w16cid:durableId="169029267">
    <w:abstractNumId w:val="20"/>
  </w:num>
  <w:num w:numId="3" w16cid:durableId="2110929115">
    <w:abstractNumId w:val="21"/>
  </w:num>
  <w:num w:numId="4" w16cid:durableId="903371510">
    <w:abstractNumId w:val="16"/>
  </w:num>
  <w:num w:numId="5" w16cid:durableId="1761443128">
    <w:abstractNumId w:val="23"/>
  </w:num>
  <w:num w:numId="6" w16cid:durableId="2022900910">
    <w:abstractNumId w:val="24"/>
  </w:num>
  <w:num w:numId="7" w16cid:durableId="504325655">
    <w:abstractNumId w:val="22"/>
  </w:num>
  <w:num w:numId="8" w16cid:durableId="1130174880">
    <w:abstractNumId w:val="17"/>
  </w:num>
  <w:num w:numId="9" w16cid:durableId="258370436">
    <w:abstractNumId w:val="25"/>
  </w:num>
  <w:num w:numId="10" w16cid:durableId="1929390600">
    <w:abstractNumId w:val="13"/>
  </w:num>
  <w:num w:numId="11" w16cid:durableId="999384145">
    <w:abstractNumId w:val="19"/>
  </w:num>
  <w:num w:numId="12" w16cid:durableId="90854367">
    <w:abstractNumId w:val="18"/>
  </w:num>
  <w:num w:numId="13" w16cid:durableId="669481382">
    <w:abstractNumId w:val="8"/>
  </w:num>
  <w:num w:numId="14" w16cid:durableId="1816794577">
    <w:abstractNumId w:val="3"/>
  </w:num>
  <w:num w:numId="15" w16cid:durableId="293021785">
    <w:abstractNumId w:val="2"/>
  </w:num>
  <w:num w:numId="16" w16cid:durableId="2102751826">
    <w:abstractNumId w:val="1"/>
  </w:num>
  <w:num w:numId="17" w16cid:durableId="165444700">
    <w:abstractNumId w:val="0"/>
  </w:num>
  <w:num w:numId="18" w16cid:durableId="1362826171">
    <w:abstractNumId w:val="9"/>
  </w:num>
  <w:num w:numId="19" w16cid:durableId="1094781526">
    <w:abstractNumId w:val="7"/>
  </w:num>
  <w:num w:numId="20" w16cid:durableId="975336404">
    <w:abstractNumId w:val="6"/>
  </w:num>
  <w:num w:numId="21" w16cid:durableId="1931044715">
    <w:abstractNumId w:val="5"/>
  </w:num>
  <w:num w:numId="22" w16cid:durableId="932206643">
    <w:abstractNumId w:val="4"/>
  </w:num>
  <w:num w:numId="23" w16cid:durableId="103574061">
    <w:abstractNumId w:val="12"/>
  </w:num>
  <w:num w:numId="24" w16cid:durableId="350374435">
    <w:abstractNumId w:val="14"/>
  </w:num>
  <w:num w:numId="25" w16cid:durableId="1602566673">
    <w:abstractNumId w:val="10"/>
  </w:num>
  <w:num w:numId="26" w16cid:durableId="1376544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6E23"/>
    <w:rsid w:val="000140C8"/>
    <w:rsid w:val="000304BA"/>
    <w:rsid w:val="00052A61"/>
    <w:rsid w:val="000616D9"/>
    <w:rsid w:val="00062AEC"/>
    <w:rsid w:val="000E574F"/>
    <w:rsid w:val="000F5281"/>
    <w:rsid w:val="00106B2C"/>
    <w:rsid w:val="00144419"/>
    <w:rsid w:val="00173B53"/>
    <w:rsid w:val="001C3C75"/>
    <w:rsid w:val="001C4D6C"/>
    <w:rsid w:val="001D42EC"/>
    <w:rsid w:val="001E0F12"/>
    <w:rsid w:val="001E210B"/>
    <w:rsid w:val="00236AB5"/>
    <w:rsid w:val="0024085B"/>
    <w:rsid w:val="00245BAC"/>
    <w:rsid w:val="003572E8"/>
    <w:rsid w:val="003A3F45"/>
    <w:rsid w:val="003E4DD1"/>
    <w:rsid w:val="004370D6"/>
    <w:rsid w:val="0045292B"/>
    <w:rsid w:val="00496070"/>
    <w:rsid w:val="004B4854"/>
    <w:rsid w:val="004B5099"/>
    <w:rsid w:val="004B5D07"/>
    <w:rsid w:val="00521F1F"/>
    <w:rsid w:val="00546E39"/>
    <w:rsid w:val="005D0B3E"/>
    <w:rsid w:val="00602BA4"/>
    <w:rsid w:val="006240C3"/>
    <w:rsid w:val="00627FD7"/>
    <w:rsid w:val="00661D01"/>
    <w:rsid w:val="006710C5"/>
    <w:rsid w:val="00691877"/>
    <w:rsid w:val="006A0F84"/>
    <w:rsid w:val="006B2125"/>
    <w:rsid w:val="00702094"/>
    <w:rsid w:val="00717773"/>
    <w:rsid w:val="007529BE"/>
    <w:rsid w:val="00796E5E"/>
    <w:rsid w:val="007B7F72"/>
    <w:rsid w:val="007D160B"/>
    <w:rsid w:val="0080657E"/>
    <w:rsid w:val="00811F10"/>
    <w:rsid w:val="00853B4A"/>
    <w:rsid w:val="00867485"/>
    <w:rsid w:val="008A1CE6"/>
    <w:rsid w:val="008E362D"/>
    <w:rsid w:val="008F412F"/>
    <w:rsid w:val="009028A4"/>
    <w:rsid w:val="0090651E"/>
    <w:rsid w:val="00916EEF"/>
    <w:rsid w:val="009429D6"/>
    <w:rsid w:val="00952B1C"/>
    <w:rsid w:val="00963D43"/>
    <w:rsid w:val="00972BB5"/>
    <w:rsid w:val="009A3967"/>
    <w:rsid w:val="009C45DA"/>
    <w:rsid w:val="009F7D5F"/>
    <w:rsid w:val="00A16F85"/>
    <w:rsid w:val="00A91321"/>
    <w:rsid w:val="00AA4CB3"/>
    <w:rsid w:val="00AC6E23"/>
    <w:rsid w:val="00AE1C12"/>
    <w:rsid w:val="00B060CA"/>
    <w:rsid w:val="00B34780"/>
    <w:rsid w:val="00B71F9C"/>
    <w:rsid w:val="00B730E4"/>
    <w:rsid w:val="00B866F7"/>
    <w:rsid w:val="00BB3640"/>
    <w:rsid w:val="00BF5BA2"/>
    <w:rsid w:val="00C710B7"/>
    <w:rsid w:val="00CA5551"/>
    <w:rsid w:val="00CD085D"/>
    <w:rsid w:val="00CE2DD5"/>
    <w:rsid w:val="00CF2651"/>
    <w:rsid w:val="00D361D8"/>
    <w:rsid w:val="00D37ECB"/>
    <w:rsid w:val="00DC14FE"/>
    <w:rsid w:val="00DC191C"/>
    <w:rsid w:val="00DE5E0B"/>
    <w:rsid w:val="00E03F96"/>
    <w:rsid w:val="00E34357"/>
    <w:rsid w:val="00EA77B1"/>
    <w:rsid w:val="00EF44E0"/>
    <w:rsid w:val="00F6595D"/>
    <w:rsid w:val="00FA2EE9"/>
    <w:rsid w:val="00FA4936"/>
    <w:rsid w:val="00FB47A9"/>
    <w:rsid w:val="00FC2A4B"/>
    <w:rsid w:val="00FC35A2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8564E8"/>
  <w15:chartTrackingRefBased/>
  <w15:docId w15:val="{2C4756A4-D925-4658-B822-ACC0066F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semiHidden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link w:val="TekstpodstawowyzwciciemZnak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DC191C"/>
    <w:pPr>
      <w:tabs>
        <w:tab w:val="center" w:pos="4536"/>
        <w:tab w:val="right" w:pos="9072"/>
      </w:tabs>
    </w:pPr>
  </w:style>
  <w:style w:type="character" w:customStyle="1" w:styleId="TekstpodstawowyzwciciemZnak">
    <w:name w:val="Tekst podstawowy z wcięciem Znak"/>
    <w:link w:val="Tekstpodstawowyzwciciem"/>
    <w:semiHidden/>
    <w:rsid w:val="00FF2C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9501-6C8D-488B-B03C-D2FAF417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6</cp:revision>
  <cp:lastPrinted>2009-06-08T14:55:00Z</cp:lastPrinted>
  <dcterms:created xsi:type="dcterms:W3CDTF">2023-02-03T07:05:00Z</dcterms:created>
  <dcterms:modified xsi:type="dcterms:W3CDTF">2023-09-27T08:46:00Z</dcterms:modified>
</cp:coreProperties>
</file>